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4FAB78ED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109C0">
        <w:rPr>
          <w:rFonts w:ascii="Corbel" w:hAnsi="Corbel"/>
          <w:i/>
          <w:smallCaps/>
          <w:sz w:val="24"/>
          <w:szCs w:val="24"/>
        </w:rPr>
        <w:t>2019-2022</w:t>
      </w:r>
    </w:p>
    <w:p w14:paraId="368EA9D7" w14:textId="3ECDA907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4109C0">
        <w:rPr>
          <w:rFonts w:ascii="Corbel" w:hAnsi="Corbel"/>
          <w:sz w:val="20"/>
          <w:szCs w:val="20"/>
        </w:rPr>
        <w:t>1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4109C0">
        <w:rPr>
          <w:rFonts w:ascii="Corbel" w:hAnsi="Corbel"/>
          <w:sz w:val="20"/>
          <w:szCs w:val="20"/>
        </w:rPr>
        <w:t>2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E0059A6" w:rsidR="0085747A" w:rsidRPr="001713C9" w:rsidRDefault="001713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13C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4BC2E83" w:rsidR="00CA2C2D" w:rsidRPr="00CA2C2D" w:rsidRDefault="001713C9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0FE21AA3" w:rsidR="00CA2C2D" w:rsidRPr="00CA2C2D" w:rsidRDefault="001713C9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174765D8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70A3A53E" w:rsidR="00CA2C2D" w:rsidRPr="00A37C0D" w:rsidRDefault="004B4485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3440EB81" w:rsidR="001C7E63" w:rsidRPr="00CA2C2D" w:rsidRDefault="001713C9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7DDA2D6D" w:rsidR="001C7E63" w:rsidRPr="00CA2C2D" w:rsidRDefault="001713C9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Świderska G.K., Controlling kosztów i rachunkowość zarządcza, Difin,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Kamela-Sowińska A., Macuda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Cicha A., Zasiewska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BF656" w14:textId="77777777" w:rsidR="001100FD" w:rsidRDefault="001100FD" w:rsidP="00C16ABF">
      <w:pPr>
        <w:spacing w:after="0" w:line="240" w:lineRule="auto"/>
      </w:pPr>
      <w:r>
        <w:separator/>
      </w:r>
    </w:p>
  </w:endnote>
  <w:endnote w:type="continuationSeparator" w:id="0">
    <w:p w14:paraId="321DF1B3" w14:textId="77777777" w:rsidR="001100FD" w:rsidRDefault="001100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CE486" w14:textId="77777777" w:rsidR="001100FD" w:rsidRDefault="001100FD" w:rsidP="00C16ABF">
      <w:pPr>
        <w:spacing w:after="0" w:line="240" w:lineRule="auto"/>
      </w:pPr>
      <w:r>
        <w:separator/>
      </w:r>
    </w:p>
  </w:footnote>
  <w:footnote w:type="continuationSeparator" w:id="0">
    <w:p w14:paraId="07251F1A" w14:textId="77777777" w:rsidR="001100FD" w:rsidRDefault="001100FD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hybridMultilevel"/>
    <w:tmpl w:val="18D27E20"/>
    <w:lvl w:ilvl="0" w:tplc="9662B46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1FF8C434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B61E1658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AEA8EDEC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2026C4A2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0B96F594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F5FE9E38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6F50CF70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74241642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0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C9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09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36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694695-57A8-4ABD-826A-476F3DA886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964</Words>
  <Characters>5785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2020-10-22T10:41:00Z</cp:lastPrinted>
  <dcterms:created xsi:type="dcterms:W3CDTF">2020-10-23T07:00:00Z</dcterms:created>
  <dcterms:modified xsi:type="dcterms:W3CDTF">2020-12-10T05:55:00Z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